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906EA" w14:textId="05D9DE48" w:rsidR="006C576F" w:rsidRPr="00B305A3" w:rsidRDefault="006F2446">
      <w:pPr>
        <w:spacing w:line="480" w:lineRule="exact"/>
        <w:rPr>
          <w:rFonts w:ascii="Courier" w:hAnsi="Courier"/>
        </w:rPr>
      </w:pPr>
      <w:bookmarkStart w:id="0" w:name="OLE_LINK9"/>
      <w:bookmarkStart w:id="1" w:name="OLE_LINK10"/>
      <w:bookmarkStart w:id="2" w:name="OLE_LINK1"/>
      <w:bookmarkStart w:id="3" w:name="OLE_LINK2"/>
      <w:bookmarkStart w:id="4" w:name="OLE_LINK3"/>
      <w:bookmarkStart w:id="5" w:name="OLE_LINK4"/>
      <w:bookmarkStart w:id="6" w:name="OLE_LINK5"/>
      <w:bookmarkStart w:id="7" w:name="OLE_LINK6"/>
      <w:r>
        <w:rPr>
          <w:rFonts w:ascii="Courier" w:hAnsi="Courier"/>
        </w:rPr>
        <w:t>1234567890</w:t>
      </w:r>
      <w:bookmarkEnd w:id="0"/>
      <w:bookmarkEnd w:id="1"/>
      <w:r>
        <w:rPr>
          <w:rFonts w:ascii="Courier" w:hAnsi="Courier"/>
        </w:rPr>
        <w:t>12345678901234567890123456789012345678901234567890</w:t>
      </w:r>
      <w:r w:rsidRPr="00B305A3">
        <w:rPr>
          <w:rFonts w:ascii="Courier" w:hAnsi="Courier"/>
          <w:highlight w:val="yellow"/>
        </w:rPr>
        <w:t xml:space="preserve">Dies ist eine Normseite. </w:t>
      </w:r>
      <w:r w:rsidR="00B305A3" w:rsidRPr="00B305A3">
        <w:rPr>
          <w:rFonts w:ascii="Courier" w:hAnsi="Courier"/>
          <w:highlight w:val="yellow"/>
        </w:rPr>
        <w:t xml:space="preserve">Auf ihr haben maximal 1.800 Zeichen (inkl. Leerzeichen) Platz. Die Seitenränder sind wie folgt festgelegt: </w:t>
      </w:r>
      <w:r w:rsidR="00B305A3" w:rsidRPr="00B305A3">
        <w:rPr>
          <w:rFonts w:ascii="Courier" w:hAnsi="Courier"/>
          <w:highlight w:val="yellow"/>
        </w:rPr>
        <w:t>Seitenränder: 2,19 cm (oben), 1,78 cm (unten), 3,17 cm (links) und 2,54 cm (rechts)</w:t>
      </w:r>
      <w:r w:rsidR="00B305A3" w:rsidRPr="00B305A3">
        <w:rPr>
          <w:rFonts w:ascii="Courier" w:hAnsi="Courier"/>
          <w:highlight w:val="yellow"/>
        </w:rPr>
        <w:t xml:space="preserve">, </w:t>
      </w:r>
      <w:r w:rsidR="00B305A3" w:rsidRPr="00B305A3">
        <w:rPr>
          <w:rFonts w:ascii="Courier" w:hAnsi="Courier"/>
          <w:highlight w:val="yellow"/>
        </w:rPr>
        <w:t>Schriftgröße 12</w:t>
      </w:r>
      <w:r w:rsidR="00B305A3" w:rsidRPr="00B305A3">
        <w:rPr>
          <w:rFonts w:ascii="Courier" w:hAnsi="Courier"/>
          <w:highlight w:val="yellow"/>
        </w:rPr>
        <w:t xml:space="preserve">, </w:t>
      </w:r>
      <w:r w:rsidR="00B305A3" w:rsidRPr="00B305A3">
        <w:rPr>
          <w:rFonts w:ascii="Courier" w:hAnsi="Courier"/>
          <w:highlight w:val="yellow"/>
        </w:rPr>
        <w:t xml:space="preserve">24 </w:t>
      </w:r>
      <w:proofErr w:type="spellStart"/>
      <w:r w:rsidR="00B305A3" w:rsidRPr="00B305A3">
        <w:rPr>
          <w:rFonts w:ascii="Courier" w:hAnsi="Courier"/>
          <w:highlight w:val="yellow"/>
        </w:rPr>
        <w:t>pt</w:t>
      </w:r>
      <w:proofErr w:type="spellEnd"/>
      <w:r w:rsidR="00B305A3" w:rsidRPr="00B305A3">
        <w:rPr>
          <w:rFonts w:ascii="Courier" w:hAnsi="Courier"/>
          <w:highlight w:val="yellow"/>
        </w:rPr>
        <w:t xml:space="preserve"> Zeilenabstand</w:t>
      </w:r>
      <w:r w:rsidR="00B305A3">
        <w:rPr>
          <w:rFonts w:ascii="Courier" w:hAnsi="Courier"/>
          <w:highlight w:val="yellow"/>
        </w:rPr>
        <w:t>, Flattersatz linksbündig</w:t>
      </w:r>
      <w:r w:rsidR="00D44EB6">
        <w:rPr>
          <w:rFonts w:ascii="Courier" w:hAnsi="Courier"/>
          <w:highlight w:val="yellow"/>
        </w:rPr>
        <w:t>,</w:t>
      </w:r>
      <w:r w:rsidR="00B305A3">
        <w:rPr>
          <w:rFonts w:ascii="Courier" w:hAnsi="Courier"/>
          <w:highlight w:val="yellow"/>
        </w:rPr>
        <w:t xml:space="preserve"> Seitenzählung</w:t>
      </w:r>
      <w:r w:rsidR="00B305A3" w:rsidRPr="00B305A3">
        <w:rPr>
          <w:rFonts w:ascii="Courier" w:hAnsi="Courier"/>
          <w:highlight w:val="yellow"/>
        </w:rPr>
        <w:t>.</w:t>
      </w:r>
      <w:r w:rsidR="00B305A3">
        <w:rPr>
          <w:rFonts w:ascii="Courier" w:hAnsi="Courier"/>
        </w:rPr>
        <w:t xml:space="preserve"> </w:t>
      </w:r>
      <w:r>
        <w:rPr>
          <w:rFonts w:ascii="Courier" w:hAnsi="Courier"/>
        </w:rPr>
        <w:t>Dies ist eine Normseite.</w:t>
      </w:r>
      <w:bookmarkEnd w:id="2"/>
      <w:bookmarkEnd w:id="3"/>
      <w:r>
        <w:rPr>
          <w:rFonts w:ascii="Courier" w:hAnsi="Courier"/>
        </w:rPr>
        <w:t xml:space="preserve"> Dies ist eine Normseite. Dies ist eine Normseite</w:t>
      </w:r>
      <w:bookmarkEnd w:id="4"/>
      <w:bookmarkEnd w:id="5"/>
      <w:r>
        <w:rPr>
          <w:rFonts w:ascii="Courier" w:hAnsi="Courier"/>
        </w:rPr>
        <w:t xml:space="preserve">. Dies ist eine Normseite. Dies ist eine Normseite. Dies ist eine </w:t>
      </w:r>
      <w:r>
        <w:rPr>
          <w:rFonts w:ascii="Courier" w:hAnsi="Courier"/>
        </w:rPr>
        <w:t>Normseite. Dies ist eine Normseite. Dies ist eine Normseite. Dies ist eine Normseite. Dies ist eine Normseite. Dies ist eine Normseite. Dies ist eine Normseite. Dies ist eine Normseite. Dies ist eine Normseite. Dies ist eine Normseite. Dies ist eine Normse</w:t>
      </w:r>
      <w:r>
        <w:rPr>
          <w:rFonts w:ascii="Courier" w:hAnsi="Courier"/>
        </w:rPr>
        <w:t>ite. Dies ist eine Normseite. Dies ist eine Normseite. Dies ist eine Normseite. Dies ist eine Normseite. Dies ist eine Normseite. Dies ist eine Normseite. Dies ist eine Normseite. Dies ist eine Normseite. Dies ist eine Normseite. Dies ist eine Normseite. D</w:t>
      </w:r>
      <w:r>
        <w:rPr>
          <w:rFonts w:ascii="Courier" w:hAnsi="Courier"/>
        </w:rPr>
        <w:t>ies ist eine Normseite. Dies ist eine Normseite. Dies ist eine Normseite. Dies ist eine Normseite. Dies ist eine Normseite. Dies ist eine Normseite. Dies ist eine Normseite. Dies ist eine Normseite. Dies ist eine Normseite. Dies ist eine Normseite. Dies is</w:t>
      </w:r>
      <w:r>
        <w:rPr>
          <w:rFonts w:ascii="Courier" w:hAnsi="Courier"/>
        </w:rPr>
        <w:t>t eine Normseite. Dies ist eine Normseite. Dies ist eine Normseite. Dies ist eine Normseite. Dies ist eine Normseite. Dies ist eine Normseite. Dies ist eine Normseite. Dies ist eine Normseite. Dies ist eine Normseite. Dies ist eine Normseite. Dies ist eine</w:t>
      </w:r>
      <w:r>
        <w:rPr>
          <w:rFonts w:ascii="Courier" w:hAnsi="Courier"/>
        </w:rPr>
        <w:t xml:space="preserve"> Normseite. Dies ist eine Normseite. Dies ist eine Normseite. Dies ist eine Normseite. Dies ist eine Normseite. Dies ist eine Normseite. Dies ist eine Normseite. Dies ist eine Normseite. Dies ist eine Normseite. Dies ist eine Normseite. Dies ist </w:t>
      </w:r>
      <w:bookmarkEnd w:id="6"/>
      <w:bookmarkEnd w:id="7"/>
    </w:p>
    <w:sectPr w:rsidR="006C576F" w:rsidRPr="00B305A3" w:rsidSect="00D44EB6">
      <w:footerReference w:type="even" r:id="rId6"/>
      <w:footerReference w:type="default" r:id="rId7"/>
      <w:footerReference w:type="first" r:id="rId8"/>
      <w:pgSz w:w="11901" w:h="16840"/>
      <w:pgMar w:top="1242" w:right="1440" w:bottom="1009" w:left="179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400DED" w14:textId="77777777" w:rsidR="006F2446" w:rsidRDefault="006F2446">
      <w:r>
        <w:separator/>
      </w:r>
    </w:p>
  </w:endnote>
  <w:endnote w:type="continuationSeparator" w:id="0">
    <w:p w14:paraId="272BBE96" w14:textId="77777777" w:rsidR="006F2446" w:rsidRDefault="006F2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567884783"/>
      <w:docPartObj>
        <w:docPartGallery w:val="Page Numbers (Bottom of Page)"/>
        <w:docPartUnique/>
      </w:docPartObj>
    </w:sdtPr>
    <w:sdtContent>
      <w:p w14:paraId="60BD3088" w14:textId="5982F7EA" w:rsidR="00D44EB6" w:rsidRDefault="00D44EB6" w:rsidP="00673C53">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4C766BD" w14:textId="77777777" w:rsidR="00D44EB6" w:rsidRDefault="00D44EB6" w:rsidP="00D44EB6">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2006586021"/>
      <w:docPartObj>
        <w:docPartGallery w:val="Page Numbers (Bottom of Page)"/>
        <w:docPartUnique/>
      </w:docPartObj>
    </w:sdtPr>
    <w:sdtContent>
      <w:p w14:paraId="576FF90D" w14:textId="395670D3" w:rsidR="00D44EB6" w:rsidRDefault="00D44EB6" w:rsidP="00673C53">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3985E8D" w14:textId="77777777" w:rsidR="00D44EB6" w:rsidRDefault="00D44EB6" w:rsidP="00D44EB6">
    <w:pPr>
      <w:pStyle w:val="Fuzeile"/>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42792562"/>
      <w:docPartObj>
        <w:docPartGallery w:val="Page Numbers (Bottom of Page)"/>
        <w:docPartUnique/>
      </w:docPartObj>
    </w:sdtPr>
    <w:sdtEndPr>
      <w:rPr>
        <w:rStyle w:val="Seitenzahl"/>
        <w:rFonts w:ascii="Courier" w:hAnsi="Courier"/>
      </w:rPr>
    </w:sdtEndPr>
    <w:sdtContent>
      <w:p w14:paraId="4EF7999A" w14:textId="34F51F43" w:rsidR="00D44EB6" w:rsidRPr="00D44EB6" w:rsidRDefault="00D44EB6" w:rsidP="00673C53">
        <w:pPr>
          <w:pStyle w:val="Fuzeile"/>
          <w:framePr w:wrap="none" w:vAnchor="text" w:hAnchor="margin" w:xAlign="outside" w:y="1"/>
          <w:rPr>
            <w:rStyle w:val="Seitenzahl"/>
            <w:rFonts w:ascii="Courier" w:hAnsi="Courier"/>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057AACB8" w14:textId="77777777" w:rsidR="00D44EB6" w:rsidRDefault="00D44EB6" w:rsidP="00D44EB6">
    <w:pPr>
      <w:pStyle w:val="Fuzeil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E983A0" w14:textId="77777777" w:rsidR="006F2446" w:rsidRDefault="006F2446">
      <w:r>
        <w:rPr>
          <w:color w:val="000000"/>
        </w:rPr>
        <w:separator/>
      </w:r>
    </w:p>
  </w:footnote>
  <w:footnote w:type="continuationSeparator" w:id="0">
    <w:p w14:paraId="2943FF4B" w14:textId="77777777" w:rsidR="006F2446" w:rsidRDefault="006F24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76F"/>
    <w:rsid w:val="006C576F"/>
    <w:rsid w:val="006F2446"/>
    <w:rsid w:val="00B305A3"/>
    <w:rsid w:val="00C63993"/>
    <w:rsid w:val="00D44E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B395FF1"/>
  <w15:docId w15:val="{A00F13EE-2918-054B-9F5D-30B7529E4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sz w:val="24"/>
        <w:szCs w:val="24"/>
        <w:lang w:val="de-DE"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D44EB6"/>
    <w:pPr>
      <w:tabs>
        <w:tab w:val="center" w:pos="4536"/>
        <w:tab w:val="right" w:pos="9072"/>
      </w:tabs>
    </w:pPr>
  </w:style>
  <w:style w:type="character" w:customStyle="1" w:styleId="FuzeileZchn">
    <w:name w:val="Fußzeile Zchn"/>
    <w:basedOn w:val="Absatz-Standardschriftart"/>
    <w:link w:val="Fuzeile"/>
    <w:uiPriority w:val="99"/>
    <w:rsid w:val="00D44EB6"/>
  </w:style>
  <w:style w:type="character" w:styleId="Seitenzahl">
    <w:name w:val="page number"/>
    <w:basedOn w:val="Absatz-Standardschriftart"/>
    <w:uiPriority w:val="99"/>
    <w:semiHidden/>
    <w:unhideWhenUsed/>
    <w:rsid w:val="00D44EB6"/>
  </w:style>
  <w:style w:type="paragraph" w:styleId="Kopfzeile">
    <w:name w:val="header"/>
    <w:basedOn w:val="Standard"/>
    <w:link w:val="KopfzeileZchn"/>
    <w:uiPriority w:val="99"/>
    <w:unhideWhenUsed/>
    <w:rsid w:val="00D44EB6"/>
    <w:pPr>
      <w:tabs>
        <w:tab w:val="center" w:pos="4536"/>
        <w:tab w:val="right" w:pos="9072"/>
      </w:tabs>
    </w:pPr>
  </w:style>
  <w:style w:type="character" w:customStyle="1" w:styleId="KopfzeileZchn">
    <w:name w:val="Kopfzeile Zchn"/>
    <w:basedOn w:val="Absatz-Standardschriftart"/>
    <w:link w:val="Kopfzeile"/>
    <w:uiPriority w:val="99"/>
    <w:rsid w:val="00D44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6382153">
      <w:bodyDiv w:val="1"/>
      <w:marLeft w:val="0"/>
      <w:marRight w:val="0"/>
      <w:marTop w:val="0"/>
      <w:marBottom w:val="0"/>
      <w:divBdr>
        <w:top w:val="none" w:sz="0" w:space="0" w:color="auto"/>
        <w:left w:val="none" w:sz="0" w:space="0" w:color="auto"/>
        <w:bottom w:val="none" w:sz="0" w:space="0" w:color="auto"/>
        <w:right w:val="none" w:sz="0" w:space="0" w:color="auto"/>
      </w:divBdr>
    </w:div>
    <w:div w:id="2066100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1482</Characters>
  <Application>Microsoft Office Word</Application>
  <DocSecurity>0</DocSecurity>
  <Lines>18</Lines>
  <Paragraphs>1</Paragraphs>
  <ScaleCrop>false</ScaleCrop>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Kersten</dc:creator>
  <dc:description/>
  <cp:lastModifiedBy>Frank Kersten</cp:lastModifiedBy>
  <cp:revision>2</cp:revision>
  <dcterms:created xsi:type="dcterms:W3CDTF">2022-03-10T16:14:00Z</dcterms:created>
  <dcterms:modified xsi:type="dcterms:W3CDTF">2022-03-10T16:14:00Z</dcterms:modified>
</cp:coreProperties>
</file>